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AE2E6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>
        <w:rPr>
          <w:rFonts w:ascii="Arial Narrow" w:hAnsi="Arial Narrow"/>
          <w:sz w:val="22"/>
          <w:lang w:val="de-DE"/>
        </w:rPr>
        <w:t>So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E14709">
        <w:rPr>
          <w:rFonts w:ascii="Arial Narrow" w:hAnsi="Arial Narrow"/>
          <w:sz w:val="22"/>
          <w:lang w:val="de-DE"/>
        </w:rPr>
        <w:t>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94EB0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42DAA">
        <w:rPr>
          <w:rFonts w:ascii="Arial Narrow" w:hAnsi="Arial Narrow"/>
          <w:noProof/>
          <w:sz w:val="22"/>
          <w:lang w:val="de-DE"/>
        </w:rPr>
        <w:t>01.06.2017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622B3E" w:rsidRPr="00622B3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Lukas Scheuerle, Matthias Müller</w:t>
      </w:r>
    </w:p>
    <w:p w:rsidR="00945F7B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 w:rsidR="00945F7B">
        <w:rPr>
          <w:rFonts w:ascii="Arial Narrow" w:hAnsi="Arial Narrow"/>
          <w:b/>
          <w:sz w:val="22"/>
          <w:lang w:val="de-DE"/>
        </w:rPr>
        <w:tab/>
        <w:t>:</w:t>
      </w:r>
      <w:r w:rsidR="00945F7B"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023AFA">
        <w:rPr>
          <w:rFonts w:ascii="Arial Narrow" w:hAnsi="Arial Narrow"/>
          <w:sz w:val="22"/>
          <w:lang w:val="de-DE"/>
        </w:rPr>
        <w:t>Sasdrich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Joana Bacher, Mirza </w:t>
      </w:r>
      <w:proofErr w:type="spellStart"/>
      <w:r w:rsidR="00023AFA">
        <w:rPr>
          <w:rFonts w:ascii="Arial Narrow" w:hAnsi="Arial Narrow"/>
          <w:sz w:val="22"/>
          <w:lang w:val="de-DE"/>
        </w:rPr>
        <w:t>Sahovic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Luisa Geiger, Fabian </w:t>
      </w:r>
      <w:proofErr w:type="spellStart"/>
      <w:r w:rsidR="00023AFA">
        <w:rPr>
          <w:rFonts w:ascii="Arial Narrow" w:hAnsi="Arial Narrow"/>
          <w:sz w:val="22"/>
          <w:lang w:val="de-DE"/>
        </w:rPr>
        <w:t>Suske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023AFA">
        <w:rPr>
          <w:rFonts w:ascii="Arial Narrow" w:hAnsi="Arial Narrow"/>
          <w:sz w:val="22"/>
          <w:lang w:val="de-DE"/>
        </w:rPr>
        <w:t>Heppeler</w:t>
      </w:r>
      <w:proofErr w:type="spellEnd"/>
      <w:r w:rsidR="00023AFA">
        <w:rPr>
          <w:rFonts w:ascii="Arial Narrow" w:hAnsi="Arial Narrow"/>
          <w:sz w:val="22"/>
          <w:lang w:val="de-DE"/>
        </w:rPr>
        <w:t>, Felix Zeller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proofErr w:type="spellStart"/>
      <w:r w:rsidR="00023AFA">
        <w:rPr>
          <w:rFonts w:ascii="Arial Narrow" w:hAnsi="Arial Narrow"/>
          <w:sz w:val="22"/>
          <w:lang w:val="de-DE"/>
        </w:rPr>
        <w:t>Bilel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 Spannnagel, Melisa Yalcin, Armin Saur, </w:t>
      </w:r>
      <w:proofErr w:type="spellStart"/>
      <w:r w:rsidR="00023AFA">
        <w:rPr>
          <w:rFonts w:ascii="Arial Narrow" w:hAnsi="Arial Narrow"/>
          <w:sz w:val="22"/>
          <w:lang w:val="de-DE"/>
        </w:rPr>
        <w:t>Viet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 Nguyen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22B3E">
        <w:rPr>
          <w:rFonts w:ascii="Arial Narrow" w:hAnsi="Arial Narrow"/>
          <w:sz w:val="22"/>
          <w:lang w:val="de-DE"/>
        </w:rPr>
        <w:t>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 xml:space="preserve">Lukas </w:t>
      </w:r>
      <w:r w:rsidR="00622B3E">
        <w:rPr>
          <w:rFonts w:ascii="Arial Narrow" w:hAnsi="Arial Narrow"/>
          <w:sz w:val="22"/>
          <w:lang w:val="de-DE"/>
        </w:rPr>
        <w:t>Scheuerle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23AFA">
        <w:rPr>
          <w:rFonts w:ascii="Arial Narrow" w:hAnsi="Arial Narrow"/>
          <w:sz w:val="22"/>
          <w:lang w:val="de-DE"/>
        </w:rPr>
        <w:t>12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AE2E68" w:rsidRDefault="00063A41" w:rsidP="00AE2E6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F36765" w:rsidRPr="00AE2E68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Sitzung bleibt </w:t>
      </w:r>
      <w:r w:rsidR="00EB1094">
        <w:rPr>
          <w:rFonts w:ascii="Arial Narrow" w:hAnsi="Arial Narrow"/>
        </w:rPr>
        <w:t>mittwochs</w:t>
      </w:r>
      <w:r w:rsidR="00F36765" w:rsidRPr="00AE2E68">
        <w:rPr>
          <w:rFonts w:ascii="Arial Narrow" w:hAnsi="Arial Narrow"/>
        </w:rPr>
        <w:br/>
      </w:r>
    </w:p>
    <w:p w:rsidR="00023AFA" w:rsidRDefault="00023AFA" w:rsidP="00023AF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 xml:space="preserve">Alte </w:t>
      </w:r>
      <w:proofErr w:type="spellStart"/>
      <w:r w:rsidRPr="00023AFA">
        <w:rPr>
          <w:rFonts w:ascii="Arial Narrow" w:hAnsi="Arial Narrow"/>
        </w:rPr>
        <w:t>Cafete</w:t>
      </w:r>
      <w:proofErr w:type="spellEnd"/>
    </w:p>
    <w:p w:rsidR="00023AFA" w:rsidRDefault="00023AFA" w:rsidP="00023AFA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Aussortierte Sofas</w:t>
      </w:r>
      <w:r w:rsidRPr="00023AFA">
        <w:rPr>
          <w:rFonts w:ascii="Arial Narrow" w:hAnsi="Arial Narrow"/>
        </w:rPr>
        <w:t xml:space="preserve"> (2x) immer no</w:t>
      </w:r>
      <w:r>
        <w:rPr>
          <w:rFonts w:ascii="Arial Narrow" w:hAnsi="Arial Narrow"/>
        </w:rPr>
        <w:t>ch da -&gt; müssen entsorgt werden</w:t>
      </w:r>
    </w:p>
    <w:p w:rsidR="00023AFA" w:rsidRPr="00023AFA" w:rsidRDefault="00023AFA" w:rsidP="00023AF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023AFA">
        <w:rPr>
          <w:rFonts w:ascii="Arial Narrow" w:hAnsi="Arial Narrow"/>
        </w:rPr>
        <w:t>ukas kümmert sich um Container</w:t>
      </w:r>
    </w:p>
    <w:p w:rsidR="00023AFA" w:rsidRDefault="00023AFA" w:rsidP="00023AFA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Beamer</w:t>
      </w:r>
      <w:proofErr w:type="spellEnd"/>
      <w:r>
        <w:rPr>
          <w:rFonts w:ascii="Arial Narrow" w:hAnsi="Arial Narrow"/>
        </w:rPr>
        <w:t xml:space="preserve">: </w:t>
      </w:r>
      <w:proofErr w:type="spellStart"/>
      <w:r>
        <w:rPr>
          <w:rFonts w:ascii="Arial Narrow" w:hAnsi="Arial Narrow"/>
        </w:rPr>
        <w:t>Chromecast</w:t>
      </w:r>
      <w:proofErr w:type="spellEnd"/>
      <w:r>
        <w:rPr>
          <w:rFonts w:ascii="Arial Narrow" w:hAnsi="Arial Narrow"/>
        </w:rPr>
        <w:t xml:space="preserve"> in die Alte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? Sicherheitsbedenken wegen </w:t>
      </w:r>
      <w:proofErr w:type="spellStart"/>
      <w:r>
        <w:rPr>
          <w:rFonts w:ascii="Arial Narrow" w:hAnsi="Arial Narrow"/>
        </w:rPr>
        <w:t>WLan</w:t>
      </w:r>
      <w:proofErr w:type="spellEnd"/>
      <w:r>
        <w:rPr>
          <w:rFonts w:ascii="Arial Narrow" w:hAnsi="Arial Narrow"/>
        </w:rPr>
        <w:t>-Zugriff</w:t>
      </w:r>
    </w:p>
    <w:p w:rsidR="00023AFA" w:rsidRPr="00023AFA" w:rsidRDefault="00023AFA" w:rsidP="00023AF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</w:p>
    <w:p w:rsidR="00023AFA" w:rsidRDefault="00023AFA" w:rsidP="00023AF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Open Jam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Rauch zieht rein, wenn Raucherecke muss</w:t>
      </w:r>
      <w:r w:rsidR="00EB1094">
        <w:rPr>
          <w:rFonts w:ascii="Arial Narrow" w:hAnsi="Arial Narrow"/>
        </w:rPr>
        <w:t xml:space="preserve"> die Türe zu und abgeklebt sein</w:t>
      </w:r>
    </w:p>
    <w:p w:rsidR="00023AFA" w:rsidRPr="00EB1094" w:rsidRDefault="00EB1094" w:rsidP="00EB109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Philipp</w:t>
      </w:r>
      <w:r w:rsidR="00023AFA" w:rsidRPr="00EB1094">
        <w:rPr>
          <w:rFonts w:ascii="Arial Narrow" w:hAnsi="Arial Narrow"/>
        </w:rPr>
        <w:t xml:space="preserve"> und </w:t>
      </w:r>
      <w:proofErr w:type="spellStart"/>
      <w:r w:rsidR="00023AFA" w:rsidRPr="00EB1094">
        <w:rPr>
          <w:rFonts w:ascii="Arial Narrow" w:hAnsi="Arial Narrow"/>
        </w:rPr>
        <w:t>Viet</w:t>
      </w:r>
      <w:proofErr w:type="spellEnd"/>
      <w:r w:rsidR="00023AFA" w:rsidRPr="00EB1094">
        <w:rPr>
          <w:rFonts w:ascii="Arial Narrow" w:hAnsi="Arial Narrow"/>
        </w:rPr>
        <w:t xml:space="preserve"> kümmern sich um Ergänzung</w:t>
      </w:r>
      <w:r>
        <w:rPr>
          <w:rFonts w:ascii="Arial Narrow" w:hAnsi="Arial Narrow"/>
        </w:rPr>
        <w:t xml:space="preserve"> der</w:t>
      </w:r>
      <w:r w:rsidR="00023AFA" w:rsidRPr="00EB1094">
        <w:rPr>
          <w:rFonts w:ascii="Arial Narrow" w:hAnsi="Arial Narrow"/>
        </w:rPr>
        <w:t xml:space="preserve"> Unterlagen und Unterweisungen Alte </w:t>
      </w:r>
      <w:proofErr w:type="spellStart"/>
      <w:r w:rsidR="00023AFA" w:rsidRPr="00EB1094">
        <w:rPr>
          <w:rFonts w:ascii="Arial Narrow" w:hAnsi="Arial Narrow"/>
        </w:rPr>
        <w:t>Cafete</w:t>
      </w:r>
      <w:proofErr w:type="spellEnd"/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B1094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lastRenderedPageBreak/>
        <w:t>Finanzanträge</w:t>
      </w:r>
    </w:p>
    <w:p w:rsidR="00EB1094" w:rsidRDefault="00EB1094" w:rsidP="00EB109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Rock-</w:t>
      </w:r>
      <w:proofErr w:type="spellStart"/>
      <w:r>
        <w:rPr>
          <w:rFonts w:ascii="Arial Narrow" w:hAnsi="Arial Narrow"/>
        </w:rPr>
        <w:t>Ref</w:t>
      </w:r>
      <w:proofErr w:type="spellEnd"/>
      <w:r w:rsidR="00023AFA" w:rsidRPr="00EB109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</w:t>
      </w:r>
      <w:r w:rsidR="00023AFA" w:rsidRPr="00EB1094">
        <w:rPr>
          <w:rFonts w:ascii="Arial Narrow" w:hAnsi="Arial Narrow"/>
        </w:rPr>
        <w:t xml:space="preserve">ill am 11.5. </w:t>
      </w:r>
      <w:r w:rsidRPr="00EB1094">
        <w:rPr>
          <w:rFonts w:ascii="Arial Narrow" w:hAnsi="Arial Narrow"/>
        </w:rPr>
        <w:t xml:space="preserve">Konzert </w:t>
      </w:r>
      <w:r w:rsidR="00023AFA" w:rsidRPr="00EB1094">
        <w:rPr>
          <w:rFonts w:ascii="Arial Narrow" w:hAnsi="Arial Narrow"/>
        </w:rPr>
        <w:t xml:space="preserve">(Rock </w:t>
      </w:r>
      <w:r>
        <w:rPr>
          <w:rFonts w:ascii="Arial Narrow" w:hAnsi="Arial Narrow"/>
        </w:rPr>
        <w:t>R</w:t>
      </w:r>
      <w:r w:rsidR="00023AFA" w:rsidRPr="00EB1094">
        <w:rPr>
          <w:rFonts w:ascii="Arial Narrow" w:hAnsi="Arial Narrow"/>
        </w:rPr>
        <w:t>ef</w:t>
      </w:r>
      <w:r>
        <w:rPr>
          <w:rFonts w:ascii="Arial Narrow" w:hAnsi="Arial Narrow"/>
        </w:rPr>
        <w:t>erat</w:t>
      </w:r>
      <w:r w:rsidR="00023AFA" w:rsidRPr="00EB1094">
        <w:rPr>
          <w:rFonts w:ascii="Arial Narrow" w:hAnsi="Arial Narrow"/>
        </w:rPr>
        <w:t xml:space="preserve"> und Bands aus </w:t>
      </w:r>
      <w:r>
        <w:rPr>
          <w:rFonts w:ascii="Arial Narrow" w:hAnsi="Arial Narrow"/>
        </w:rPr>
        <w:t>der U</w:t>
      </w:r>
      <w:r w:rsidR="00023AFA" w:rsidRPr="00EB1094">
        <w:rPr>
          <w:rFonts w:ascii="Arial Narrow" w:hAnsi="Arial Narrow"/>
        </w:rPr>
        <w:t>mgebung)</w:t>
      </w:r>
      <w:r>
        <w:rPr>
          <w:rFonts w:ascii="Arial Narrow" w:hAnsi="Arial Narrow"/>
        </w:rPr>
        <w:t xml:space="preserve"> veranstalten</w:t>
      </w:r>
    </w:p>
    <w:p w:rsidR="00EB1094" w:rsidRPr="00EB1094" w:rsidRDefault="00EB1094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Haben </w:t>
      </w:r>
      <w:r w:rsidR="00023AFA" w:rsidRPr="00EB1094">
        <w:rPr>
          <w:rFonts w:ascii="Arial Narrow" w:hAnsi="Arial Narrow"/>
        </w:rPr>
        <w:t>200€ Gage inklusive An</w:t>
      </w:r>
      <w:r>
        <w:rPr>
          <w:rFonts w:ascii="Arial Narrow" w:hAnsi="Arial Narrow"/>
        </w:rPr>
        <w:t>reise angefragt (100€ pro Band)</w:t>
      </w:r>
    </w:p>
    <w:p w:rsidR="00EB1094" w:rsidRDefault="00EB1094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Soll in der Alten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 stattfinden, freier Eintritt + Getränkeverkauf</w:t>
      </w:r>
    </w:p>
    <w:p w:rsidR="00EB1094" w:rsidRPr="00EB1094" w:rsidRDefault="00EB1094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Abstimmung: Antrag wird bis 300€ unterstützt</w:t>
      </w:r>
    </w:p>
    <w:p w:rsidR="00EB1094" w:rsidRDefault="00EB1094" w:rsidP="00325E6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 w:rsidRPr="00EB1094">
        <w:rPr>
          <w:rFonts w:ascii="Arial Narrow" w:hAnsi="Arial Narrow"/>
        </w:rPr>
        <w:t xml:space="preserve">Volleyball will mit </w:t>
      </w:r>
      <w:r>
        <w:rPr>
          <w:rFonts w:ascii="Arial Narrow" w:hAnsi="Arial Narrow"/>
        </w:rPr>
        <w:t xml:space="preserve">zwei Mannschaften </w:t>
      </w:r>
      <w:r w:rsidR="00023AFA" w:rsidRPr="00EB1094">
        <w:rPr>
          <w:rFonts w:ascii="Arial Narrow" w:hAnsi="Arial Narrow"/>
        </w:rPr>
        <w:t>zu ein</w:t>
      </w:r>
      <w:r>
        <w:rPr>
          <w:rFonts w:ascii="Arial Narrow" w:hAnsi="Arial Narrow"/>
        </w:rPr>
        <w:t>em Turnier (hinter Reutlingen)</w:t>
      </w:r>
    </w:p>
    <w:p w:rsidR="00023AFA" w:rsidRDefault="00023AFA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 w:rsidRPr="00EB1094">
        <w:rPr>
          <w:rFonts w:ascii="Arial Narrow" w:hAnsi="Arial Narrow"/>
        </w:rPr>
        <w:t>brauc</w:t>
      </w:r>
      <w:r w:rsidR="00EB1094">
        <w:rPr>
          <w:rFonts w:ascii="Arial Narrow" w:hAnsi="Arial Narrow"/>
        </w:rPr>
        <w:t xml:space="preserve">hen 365€ </w:t>
      </w:r>
      <w:r w:rsidRPr="00EB1094">
        <w:rPr>
          <w:rFonts w:ascii="Arial Narrow" w:hAnsi="Arial Narrow"/>
        </w:rPr>
        <w:t>(Fahrtkosten, Anmeldung</w:t>
      </w:r>
      <w:r w:rsidR="00EB1094">
        <w:rPr>
          <w:rFonts w:ascii="Arial Narrow" w:hAnsi="Arial Narrow"/>
        </w:rPr>
        <w:t xml:space="preserve"> (60€)</w:t>
      </w:r>
      <w:r w:rsidRPr="00EB1094">
        <w:rPr>
          <w:rFonts w:ascii="Arial Narrow" w:hAnsi="Arial Narrow"/>
        </w:rPr>
        <w:t>, Kaution</w:t>
      </w:r>
      <w:r w:rsidR="00EB1094">
        <w:rPr>
          <w:rFonts w:ascii="Arial Narrow" w:hAnsi="Arial Narrow"/>
        </w:rPr>
        <w:t xml:space="preserve"> </w:t>
      </w:r>
      <w:r w:rsidRPr="00EB1094">
        <w:rPr>
          <w:rFonts w:ascii="Arial Narrow" w:hAnsi="Arial Narrow"/>
        </w:rPr>
        <w:t>(80€))</w:t>
      </w:r>
    </w:p>
    <w:p w:rsidR="00023AFA" w:rsidRDefault="00023AFA" w:rsidP="00EB1094">
      <w:pPr>
        <w:pStyle w:val="Listenabsatz"/>
        <w:spacing w:before="120"/>
        <w:ind w:firstLine="7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Wenn sie nicht antreten müssen Sie</w:t>
      </w:r>
      <w:r w:rsidR="00EB1094">
        <w:rPr>
          <w:rFonts w:ascii="Arial Narrow" w:hAnsi="Arial Narrow"/>
        </w:rPr>
        <w:t xml:space="preserve"> Anmeldekosten &amp;</w:t>
      </w:r>
      <w:r w:rsidRPr="00023AFA">
        <w:rPr>
          <w:rFonts w:ascii="Arial Narrow" w:hAnsi="Arial Narrow"/>
        </w:rPr>
        <w:t xml:space="preserve"> Kaution selbst übernehmen</w:t>
      </w:r>
    </w:p>
    <w:p w:rsidR="00EB1094" w:rsidRPr="00023AFA" w:rsidRDefault="00023AFA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Sollen die Fahrtkosten in dieser Höhe übernommen werden?</w:t>
      </w:r>
      <w:r w:rsidR="00EB1094">
        <w:rPr>
          <w:rFonts w:ascii="Arial Narrow" w:hAnsi="Arial Narrow"/>
        </w:rPr>
        <w:t xml:space="preserve"> § 7 der Referatsordnung unterscheidet nicht zwischen Kosten für Veranstaltung und Reisekosten</w:t>
      </w:r>
    </w:p>
    <w:p w:rsidR="00023AFA" w:rsidRPr="00EB1094" w:rsidRDefault="00023AFA" w:rsidP="00EB1094">
      <w:pPr>
        <w:pStyle w:val="Listenabsatz"/>
        <w:spacing w:before="120"/>
        <w:ind w:firstLine="7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 xml:space="preserve">Abstimmung: </w:t>
      </w:r>
      <w:r w:rsidR="00EB1094">
        <w:rPr>
          <w:rFonts w:ascii="Arial Narrow" w:hAnsi="Arial Narrow"/>
        </w:rPr>
        <w:t>Einstimmig mit vier Enthaltungen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Mails</w:t>
      </w:r>
    </w:p>
    <w:p w:rsidR="00EB1094" w:rsidRDefault="00EB1094" w:rsidP="00EB109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Ruhestörung:</w:t>
      </w:r>
    </w:p>
    <w:p w:rsidR="00023AFA" w:rsidRDefault="00023AFA" w:rsidP="00EB1094">
      <w:pPr>
        <w:pStyle w:val="Listenabsatz"/>
        <w:spacing w:before="120"/>
        <w:ind w:firstLine="7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Email von Anwohner (Baumannstr.)</w:t>
      </w:r>
      <w:r w:rsidR="00EB1094">
        <w:rPr>
          <w:rFonts w:ascii="Arial Narrow" w:hAnsi="Arial Narrow"/>
        </w:rPr>
        <w:t>,</w:t>
      </w:r>
      <w:r w:rsidRPr="00023AFA">
        <w:rPr>
          <w:rFonts w:ascii="Arial Narrow" w:hAnsi="Arial Narrow"/>
        </w:rPr>
        <w:t xml:space="preserve"> Beschwerde und Aufforderung zur Sensibilisierung </w:t>
      </w:r>
    </w:p>
    <w:p w:rsidR="00023AFA" w:rsidRPr="00023AFA" w:rsidRDefault="00EB1094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Mögliche Lösungsansätze</w:t>
      </w:r>
      <w:r w:rsidR="00023AFA" w:rsidRPr="00023AFA">
        <w:rPr>
          <w:rFonts w:ascii="Arial Narrow" w:hAnsi="Arial Narrow"/>
        </w:rPr>
        <w:t xml:space="preserve">: Internet Posts, Herr </w:t>
      </w:r>
      <w:proofErr w:type="spellStart"/>
      <w:r w:rsidR="00023AFA" w:rsidRPr="00023AFA">
        <w:rPr>
          <w:rFonts w:ascii="Arial Narrow" w:hAnsi="Arial Narrow"/>
        </w:rPr>
        <w:t>Fengler</w:t>
      </w:r>
      <w:proofErr w:type="spellEnd"/>
      <w:r w:rsidR="00023AFA" w:rsidRPr="00023AFA">
        <w:rPr>
          <w:rFonts w:ascii="Arial Narrow" w:hAnsi="Arial Narrow"/>
        </w:rPr>
        <w:t xml:space="preserve"> einladen</w:t>
      </w:r>
      <w:r>
        <w:rPr>
          <w:rFonts w:ascii="Arial Narrow" w:hAnsi="Arial Narrow"/>
        </w:rPr>
        <w:t xml:space="preserve"> </w:t>
      </w:r>
      <w:r w:rsidR="00023AFA" w:rsidRPr="00023AFA">
        <w:rPr>
          <w:rFonts w:ascii="Arial Narrow" w:hAnsi="Arial Narrow"/>
        </w:rPr>
        <w:t xml:space="preserve">(Vorschlag </w:t>
      </w:r>
      <w:r w:rsidR="00826515">
        <w:rPr>
          <w:rFonts w:ascii="Arial Narrow" w:hAnsi="Arial Narrow"/>
        </w:rPr>
        <w:t>Sabrina</w:t>
      </w:r>
      <w:r w:rsidR="00023AFA" w:rsidRPr="00023AFA">
        <w:rPr>
          <w:rFonts w:ascii="Arial Narrow" w:hAnsi="Arial Narrow"/>
        </w:rPr>
        <w:t>), Artikel schreiben</w:t>
      </w:r>
    </w:p>
    <w:p w:rsidR="00023AFA" w:rsidRPr="00023AFA" w:rsidRDefault="00826515" w:rsidP="00EB1094">
      <w:pPr>
        <w:pStyle w:val="Listenabsatz"/>
        <w:spacing w:before="120"/>
        <w:ind w:firstLine="7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Sabrina</w:t>
      </w:r>
      <w:r w:rsidR="00023AFA" w:rsidRPr="00023AFA">
        <w:rPr>
          <w:rFonts w:ascii="Arial Narrow" w:hAnsi="Arial Narrow"/>
        </w:rPr>
        <w:t xml:space="preserve"> nimmt Kontakt mit Herrn </w:t>
      </w:r>
      <w:proofErr w:type="spellStart"/>
      <w:r w:rsidR="00023AFA" w:rsidRPr="00023AFA">
        <w:rPr>
          <w:rFonts w:ascii="Arial Narrow" w:hAnsi="Arial Narrow"/>
        </w:rPr>
        <w:t>Fengler</w:t>
      </w:r>
      <w:proofErr w:type="spellEnd"/>
      <w:r w:rsidR="00023AFA" w:rsidRPr="00023AFA">
        <w:rPr>
          <w:rFonts w:ascii="Arial Narrow" w:hAnsi="Arial Narrow"/>
        </w:rPr>
        <w:t xml:space="preserve"> auf</w:t>
      </w:r>
    </w:p>
    <w:p w:rsidR="00023AFA" w:rsidRDefault="00023AFA" w:rsidP="00EB109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 xml:space="preserve">Verfasser der Mail bitten, falls Bilder vorhanden uns zu schicken, möglicherweise einladen? Und </w:t>
      </w:r>
      <w:r w:rsidR="00EB1094">
        <w:rPr>
          <w:rFonts w:ascii="Arial Narrow" w:hAnsi="Arial Narrow"/>
        </w:rPr>
        <w:t>über Vorgehen in Kenntnis setze</w:t>
      </w:r>
      <w:r w:rsidRPr="00023AFA">
        <w:rPr>
          <w:rFonts w:ascii="Arial Narrow" w:hAnsi="Arial Narrow"/>
        </w:rPr>
        <w:t>n.</w:t>
      </w:r>
    </w:p>
    <w:p w:rsidR="00EB1094" w:rsidRDefault="00EB1094" w:rsidP="00EB109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Finanzierung Partys:</w:t>
      </w:r>
    </w:p>
    <w:p w:rsidR="00023AFA" w:rsidRPr="00023AFA" w:rsidRDefault="00023AFA" w:rsidP="00826515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Wir finanzieren keine Partys, Partys finanzieren sich selbst (Wir verkaufen Karten, und mit dem Geld wird die Party finanziert)</w:t>
      </w:r>
    </w:p>
    <w:p w:rsidR="00023AFA" w:rsidRPr="004B2C0A" w:rsidRDefault="00826515" w:rsidP="004B2C0A">
      <w:pPr>
        <w:pStyle w:val="Listenabsatz"/>
        <w:spacing w:before="120"/>
        <w:ind w:firstLine="720"/>
        <w:textAlignment w:val="auto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Andere AS</w:t>
      </w:r>
      <w:r w:rsidR="00023AFA" w:rsidRPr="00023AFA">
        <w:rPr>
          <w:rFonts w:ascii="Arial Narrow" w:hAnsi="Arial Narrow"/>
        </w:rPr>
        <w:t>ten bei der Antwort in CC setzten</w:t>
      </w:r>
      <w:proofErr w:type="gramEnd"/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AStA-Büro Zugang IN/DM/WING Party</w:t>
      </w:r>
    </w:p>
    <w:p w:rsidR="00023AFA" w:rsidRPr="00023AFA" w:rsidRDefault="00826515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Philipp</w:t>
      </w:r>
      <w:r w:rsidR="00023AFA" w:rsidRPr="00023AFA">
        <w:rPr>
          <w:rFonts w:ascii="Arial Narrow" w:hAnsi="Arial Narrow"/>
        </w:rPr>
        <w:t xml:space="preserve"> Verbindungsmann </w:t>
      </w:r>
      <w:r w:rsidR="00EB1094">
        <w:rPr>
          <w:rFonts w:ascii="Arial Narrow" w:hAnsi="Arial Narrow"/>
        </w:rPr>
        <w:t>und Springer, s</w:t>
      </w:r>
      <w:r w:rsidR="00023AFA" w:rsidRPr="00023AFA">
        <w:rPr>
          <w:rFonts w:ascii="Arial Narrow" w:hAnsi="Arial Narrow"/>
        </w:rPr>
        <w:t xml:space="preserve">ollen die drei Chefs der Fachschaften Zugang bekommen falls </w:t>
      </w:r>
      <w:r>
        <w:rPr>
          <w:rFonts w:ascii="Arial Narrow" w:hAnsi="Arial Narrow"/>
        </w:rPr>
        <w:t>Philipp</w:t>
      </w:r>
      <w:r w:rsidR="00023AFA" w:rsidRPr="00023AFA">
        <w:rPr>
          <w:rFonts w:ascii="Arial Narrow" w:hAnsi="Arial Narrow"/>
        </w:rPr>
        <w:t xml:space="preserve"> nicht im Büro sein kann?</w:t>
      </w:r>
      <w:r w:rsidR="00EB1094">
        <w:rPr>
          <w:rFonts w:ascii="Arial Narrow" w:hAnsi="Arial Narrow"/>
        </w:rPr>
        <w:t xml:space="preserve"> </w:t>
      </w:r>
      <w:r w:rsidR="00023AFA" w:rsidRPr="00023AFA">
        <w:rPr>
          <w:rFonts w:ascii="Arial Narrow" w:hAnsi="Arial Narrow"/>
        </w:rPr>
        <w:t>Wollen AStA-Büro als Zentrale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Kein Zugang für die Fachschaften?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Immer ein AStA Mitglied als Bürodienst/fü</w:t>
      </w:r>
      <w:r w:rsidR="00EB1094">
        <w:rPr>
          <w:rFonts w:ascii="Arial Narrow" w:hAnsi="Arial Narrow"/>
        </w:rPr>
        <w:t>r Büroschicht (Matze und Fabian m</w:t>
      </w:r>
      <w:r w:rsidRPr="00023AFA">
        <w:rPr>
          <w:rFonts w:ascii="Arial Narrow" w:hAnsi="Arial Narrow"/>
        </w:rPr>
        <w:t>elden sich)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WING-Zeitschrift</w:t>
      </w:r>
    </w:p>
    <w:p w:rsidR="00B96065" w:rsidRPr="00B96065" w:rsidRDefault="00B96065" w:rsidP="00B96065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Pr="00B96065">
        <w:rPr>
          <w:rFonts w:ascii="Arial Narrow" w:hAnsi="Arial Narrow"/>
        </w:rPr>
        <w:t xml:space="preserve">lorian von der WING-Zeitschrift war da, verschiedene </w:t>
      </w:r>
      <w:proofErr w:type="gramStart"/>
      <w:r w:rsidRPr="00B96065">
        <w:rPr>
          <w:rFonts w:ascii="Arial Narrow" w:hAnsi="Arial Narrow"/>
        </w:rPr>
        <w:t>Ideenvorschläge</w:t>
      </w:r>
      <w:proofErr w:type="gramEnd"/>
    </w:p>
    <w:p w:rsidR="00B96065" w:rsidRPr="00B96065" w:rsidRDefault="00B96065" w:rsidP="00B96065">
      <w:pPr>
        <w:pStyle w:val="Listenabsatz"/>
        <w:spacing w:before="120"/>
        <w:textAlignment w:val="auto"/>
        <w:rPr>
          <w:rFonts w:ascii="Arial Narrow" w:hAnsi="Arial Narrow"/>
        </w:rPr>
      </w:pPr>
      <w:r w:rsidRPr="00B96065">
        <w:rPr>
          <w:rFonts w:ascii="Arial Narrow" w:hAnsi="Arial Narrow"/>
        </w:rPr>
        <w:t xml:space="preserve">Vorschlag: </w:t>
      </w:r>
      <w:proofErr w:type="spellStart"/>
      <w:r w:rsidRPr="00B96065">
        <w:rPr>
          <w:rFonts w:ascii="Arial Narrow" w:hAnsi="Arial Narrow"/>
        </w:rPr>
        <w:t>Hochschulballmottodrop</w:t>
      </w:r>
      <w:proofErr w:type="spellEnd"/>
    </w:p>
    <w:p w:rsidR="00B96065" w:rsidRPr="00B96065" w:rsidRDefault="00B96065" w:rsidP="00B96065">
      <w:pPr>
        <w:pStyle w:val="Listenabsatz"/>
        <w:spacing w:before="120"/>
        <w:textAlignment w:val="auto"/>
        <w:rPr>
          <w:rFonts w:ascii="Arial Narrow" w:hAnsi="Arial Narrow"/>
        </w:rPr>
      </w:pPr>
      <w:r w:rsidRPr="00B96065">
        <w:rPr>
          <w:rFonts w:ascii="Arial Narrow" w:hAnsi="Arial Narrow"/>
        </w:rPr>
        <w:t>Arial, 11pt, 2000 Anschläge</w:t>
      </w:r>
    </w:p>
    <w:p w:rsidR="00B96065" w:rsidRPr="00B96065" w:rsidRDefault="00B96065" w:rsidP="00B96065">
      <w:pPr>
        <w:pStyle w:val="Listenabsatz"/>
        <w:spacing w:before="120"/>
        <w:textAlignment w:val="auto"/>
        <w:rPr>
          <w:rFonts w:ascii="Arial Narrow" w:hAnsi="Arial Narrow"/>
        </w:rPr>
      </w:pPr>
      <w:r w:rsidRPr="00B96065">
        <w:rPr>
          <w:rFonts w:ascii="Arial Narrow" w:hAnsi="Arial Narrow"/>
        </w:rPr>
        <w:t xml:space="preserve">Doodle mit Themenvorschlägen, </w:t>
      </w:r>
      <w:proofErr w:type="spellStart"/>
      <w:r w:rsidRPr="00B96065">
        <w:rPr>
          <w:rFonts w:ascii="Arial Narrow" w:hAnsi="Arial Narrow"/>
        </w:rPr>
        <w:t>Social</w:t>
      </w:r>
      <w:proofErr w:type="spellEnd"/>
      <w:r w:rsidRPr="00B96065">
        <w:rPr>
          <w:rFonts w:ascii="Arial Narrow" w:hAnsi="Arial Narrow"/>
        </w:rPr>
        <w:t>-Media-Mädels</w:t>
      </w:r>
    </w:p>
    <w:p w:rsidR="00EB1094" w:rsidRPr="00023AFA" w:rsidRDefault="00B96065" w:rsidP="00B96065">
      <w:pPr>
        <w:pStyle w:val="Listenabsatz"/>
        <w:spacing w:before="120"/>
        <w:textAlignment w:val="auto"/>
        <w:rPr>
          <w:rFonts w:ascii="Arial Narrow" w:hAnsi="Arial Narrow"/>
        </w:rPr>
      </w:pPr>
      <w:r w:rsidRPr="00B96065">
        <w:rPr>
          <w:rFonts w:ascii="Arial Narrow" w:hAnsi="Arial Narrow"/>
        </w:rPr>
        <w:t>Zeit reicht nicht für HSB-Motto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P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Weitere AStA-Veranstaltungen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Wahl-Info: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Muss beim SWFR abgeklärt werden</w:t>
      </w:r>
      <w:r>
        <w:rPr>
          <w:rFonts w:ascii="Arial Narrow" w:hAnsi="Arial Narrow"/>
        </w:rPr>
        <w:t>, Denis kümmert sich, entweder am 26.04. oder am 03.05.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Random Games: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Matze, Mirza, Lukas</w:t>
      </w:r>
      <w:r>
        <w:rPr>
          <w:rFonts w:ascii="Arial Narrow" w:hAnsi="Arial Narrow"/>
        </w:rPr>
        <w:t>, geplant für Anfang kommenden Semesters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Studierbar: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Sabrina</w:t>
      </w:r>
      <w:r w:rsidRPr="003934EB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Fabian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HSB:</w:t>
      </w:r>
    </w:p>
    <w:p w:rsidR="00023AFA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Helena</w:t>
      </w:r>
      <w:r w:rsidRPr="003934E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&amp;</w:t>
      </w:r>
      <w:r w:rsidRPr="003934EB">
        <w:rPr>
          <w:rFonts w:ascii="Arial Narrow" w:hAnsi="Arial Narrow"/>
        </w:rPr>
        <w:t xml:space="preserve"> </w:t>
      </w:r>
      <w:r w:rsidR="00B42DAA">
        <w:rPr>
          <w:rFonts w:ascii="Arial Narrow" w:hAnsi="Arial Narrow"/>
        </w:rPr>
        <w:t>Sabrina</w:t>
      </w:r>
      <w:bookmarkStart w:id="0" w:name="_GoBack"/>
      <w:bookmarkEnd w:id="0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Hauptorga</w:t>
      </w:r>
      <w:proofErr w:type="spellEnd"/>
      <w:r>
        <w:rPr>
          <w:rFonts w:ascii="Arial Narrow" w:hAnsi="Arial Narrow"/>
        </w:rPr>
        <w:t xml:space="preserve">, Matthias &amp; Philipp unterstützende </w:t>
      </w:r>
      <w:proofErr w:type="spellStart"/>
      <w:r>
        <w:rPr>
          <w:rFonts w:ascii="Arial Narrow" w:hAnsi="Arial Narrow"/>
        </w:rPr>
        <w:t>Orga</w:t>
      </w:r>
      <w:proofErr w:type="spellEnd"/>
    </w:p>
    <w:p w:rsidR="003934EB" w:rsidRPr="00023AFA" w:rsidRDefault="003934EB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Private Gegenstände im AStA/Müll</w:t>
      </w:r>
    </w:p>
    <w:p w:rsidR="003934EB" w:rsidRPr="00023AFA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Müllzustand wird wieder schlimmer, bitte Privatzeug wegräumen, Platz sauber hinterlassen etc.</w:t>
      </w:r>
    </w:p>
    <w:p w:rsidR="00023AFA" w:rsidRPr="00023AFA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23AFA" w:rsidRPr="00023AFA" w:rsidRDefault="00023AFA" w:rsidP="00EB109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 xml:space="preserve">Bericht aus </w:t>
      </w:r>
      <w:proofErr w:type="spellStart"/>
      <w:r w:rsidRPr="00023AFA">
        <w:rPr>
          <w:rFonts w:ascii="Arial Narrow" w:hAnsi="Arial Narrow"/>
        </w:rPr>
        <w:t>ELFer</w:t>
      </w:r>
      <w:proofErr w:type="spellEnd"/>
      <w:r w:rsidRPr="00023AFA">
        <w:rPr>
          <w:rFonts w:ascii="Arial Narrow" w:hAnsi="Arial Narrow"/>
        </w:rPr>
        <w:t>-Rat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Wir gestalten Plakat</w:t>
      </w:r>
    </w:p>
    <w:p w:rsidR="00023AFA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Rest vertagt auf nächste Woche</w:t>
      </w:r>
    </w:p>
    <w:p w:rsidR="003934EB" w:rsidRPr="00023AFA" w:rsidRDefault="003934EB" w:rsidP="00023AF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A678B4" w:rsidRDefault="00023AFA" w:rsidP="00023AFA">
      <w:pPr>
        <w:pStyle w:val="Listenabsatz"/>
        <w:spacing w:before="120"/>
        <w:textAlignment w:val="auto"/>
        <w:rPr>
          <w:rFonts w:ascii="Arial Narrow" w:hAnsi="Arial Narrow"/>
        </w:rPr>
      </w:pPr>
      <w:r w:rsidRPr="00023AFA">
        <w:rPr>
          <w:rFonts w:ascii="Arial Narrow" w:hAnsi="Arial Narrow"/>
        </w:rPr>
        <w:t>Sonstiges</w:t>
      </w:r>
    </w:p>
    <w:p w:rsidR="003934EB" w:rsidRDefault="003934EB" w:rsidP="003934E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Verteiler</w:t>
      </w:r>
    </w:p>
    <w:p w:rsid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nicht im Verteiler ist, Lukas Bescheid geben</w:t>
      </w:r>
    </w:p>
    <w:p w:rsid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3934EB" w:rsidRDefault="003934EB" w:rsidP="003934E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Maggie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 xml:space="preserve">Führt sich auf, als hätte sie was zu sagen, </w:t>
      </w:r>
      <w:proofErr w:type="spellStart"/>
      <w:r w:rsidRPr="003934EB">
        <w:rPr>
          <w:rFonts w:ascii="Arial Narrow" w:hAnsi="Arial Narrow"/>
        </w:rPr>
        <w:t>zB</w:t>
      </w:r>
      <w:proofErr w:type="spellEnd"/>
      <w:r w:rsidRPr="003934EB">
        <w:rPr>
          <w:rFonts w:ascii="Arial Narrow" w:hAnsi="Arial Narrow"/>
        </w:rPr>
        <w:t xml:space="preserve"> auf </w:t>
      </w:r>
      <w:proofErr w:type="spellStart"/>
      <w:r w:rsidRPr="003934EB">
        <w:rPr>
          <w:rFonts w:ascii="Arial Narrow" w:hAnsi="Arial Narrow"/>
        </w:rPr>
        <w:t>Erstiparty</w:t>
      </w:r>
      <w:proofErr w:type="spellEnd"/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Hat sich schlecht benommen und bis heute nicht entschuldigt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Hat sich eigenständig zur Leihe eingetragen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Konsens: sie ist im AStA nicht mehr erwünscht, wird für Referatsarbeit geduldet und hat nicht für den AStA zu sprechen</w:t>
      </w:r>
    </w:p>
    <w:p w:rsidR="003934EB" w:rsidRPr="003934EB" w:rsidRDefault="003934EB" w:rsidP="003934EB">
      <w:pPr>
        <w:pStyle w:val="Listenabsatz"/>
        <w:spacing w:before="120"/>
        <w:textAlignment w:val="auto"/>
        <w:rPr>
          <w:rFonts w:ascii="Arial Narrow" w:hAnsi="Arial Narrow"/>
        </w:rPr>
      </w:pPr>
      <w:r w:rsidRPr="003934EB">
        <w:rPr>
          <w:rFonts w:ascii="Arial Narrow" w:hAnsi="Arial Narrow"/>
        </w:rPr>
        <w:t>Helena redet mit ihr</w:t>
      </w:r>
    </w:p>
    <w:sectPr w:rsidR="003934EB" w:rsidRPr="003934E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E0" w:rsidRDefault="00B44FE0">
      <w:pPr>
        <w:spacing w:line="20" w:lineRule="exact"/>
      </w:pPr>
    </w:p>
  </w:endnote>
  <w:endnote w:type="continuationSeparator" w:id="0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44FE0" w:rsidRDefault="00B44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42DAA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3AFA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75B0"/>
    <w:rsid w:val="00380CCC"/>
    <w:rsid w:val="003934EB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B2C0A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C07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22B3E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26515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94EB0"/>
    <w:rsid w:val="00AA0C47"/>
    <w:rsid w:val="00AB718D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42DAA"/>
    <w:rsid w:val="00B44FE0"/>
    <w:rsid w:val="00B51224"/>
    <w:rsid w:val="00B545C9"/>
    <w:rsid w:val="00B60027"/>
    <w:rsid w:val="00B70966"/>
    <w:rsid w:val="00B83D82"/>
    <w:rsid w:val="00B8594D"/>
    <w:rsid w:val="00B8669E"/>
    <w:rsid w:val="00B96065"/>
    <w:rsid w:val="00BA10A5"/>
    <w:rsid w:val="00BD4E8B"/>
    <w:rsid w:val="00BE1515"/>
    <w:rsid w:val="00BF01A2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C04B6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7777D"/>
    <w:rsid w:val="00E81768"/>
    <w:rsid w:val="00E90352"/>
    <w:rsid w:val="00E97E93"/>
    <w:rsid w:val="00EA30A5"/>
    <w:rsid w:val="00EB1094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4669"/>
    <w:rsid w:val="00F70B9E"/>
    <w:rsid w:val="00F735CE"/>
    <w:rsid w:val="00F761D8"/>
    <w:rsid w:val="00F77CE5"/>
    <w:rsid w:val="00F834DE"/>
    <w:rsid w:val="00F94455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530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Helena Heppeler</cp:lastModifiedBy>
  <cp:revision>13</cp:revision>
  <cp:lastPrinted>2017-04-16T13:34:00Z</cp:lastPrinted>
  <dcterms:created xsi:type="dcterms:W3CDTF">2017-04-16T10:41:00Z</dcterms:created>
  <dcterms:modified xsi:type="dcterms:W3CDTF">2017-06-01T08:43:00Z</dcterms:modified>
</cp:coreProperties>
</file>